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3928FBC6" w:rsidR="005C6DCE" w:rsidRPr="0080358B" w:rsidRDefault="00016F96"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016F96"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5751D8B8" w:rsidR="006938F5" w:rsidRDefault="00016F96" w:rsidP="006718D3">
            <w:pPr>
              <w:spacing w:after="0"/>
              <w:jc w:val="left"/>
            </w:pPr>
            <w:r>
              <w:t>COMM.02</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1F61BF2D" w:rsidR="006938F5" w:rsidRDefault="00016F96" w:rsidP="006718D3">
            <w:pPr>
              <w:spacing w:after="0"/>
              <w:jc w:val="left"/>
            </w:pPr>
            <w:r>
              <w:t>496937</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24C9DD0C" w:rsidR="4EEB584D" w:rsidRDefault="00016F96"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67B2A038" w:rsidR="006938F5" w:rsidRDefault="00016F96"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44FFFB81" w:rsidR="3C2D33B5" w:rsidRDefault="00016F96" w:rsidP="14270372">
            <w:pPr>
              <w:spacing w:after="0"/>
              <w:jc w:val="left"/>
            </w:pPr>
            <w:r>
              <w:t>Brussels</w:t>
            </w:r>
          </w:p>
          <w:p w14:paraId="6B7C1AA9" w14:textId="15DE9027" w:rsidR="3C2D33B5" w:rsidRDefault="00016F96" w:rsidP="14270372">
            <w:pPr>
              <w:spacing w:after="0"/>
              <w:jc w:val="left"/>
            </w:pPr>
            <w:r>
              <w:t>Bruxelles</w:t>
            </w:r>
          </w:p>
          <w:p w14:paraId="5C918E8F" w14:textId="20113DE8" w:rsidR="3C2D33B5" w:rsidRDefault="00016F96"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2ACF55E0" w:rsidR="006938F5" w:rsidRDefault="00016F96" w:rsidP="006718D3">
            <w:pPr>
              <w:spacing w:after="0"/>
              <w:jc w:val="left"/>
            </w:pPr>
            <w:r>
              <w:t>With allowances</w:t>
            </w:r>
          </w:p>
          <w:p w14:paraId="02E31856" w14:textId="7272FAD6" w:rsidR="006938F5" w:rsidRDefault="00016F96" w:rsidP="006718D3">
            <w:pPr>
              <w:spacing w:after="0"/>
              <w:jc w:val="left"/>
            </w:pPr>
            <w:r>
              <w:t>Avec indemnités</w:t>
            </w:r>
          </w:p>
          <w:p w14:paraId="720FD450" w14:textId="6BA47E10" w:rsidR="006938F5" w:rsidRDefault="00016F96"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75734D46" w:rsidR="006938F5" w:rsidRDefault="00016F96" w:rsidP="006718D3">
            <w:pPr>
              <w:spacing w:after="0"/>
              <w:jc w:val="left"/>
            </w:pPr>
            <w:r>
              <w:t>Member States</w:t>
            </w:r>
          </w:p>
          <w:p w14:paraId="2A7DF233" w14:textId="2B647BC3" w:rsidR="006938F5" w:rsidRDefault="00016F96" w:rsidP="006718D3">
            <w:pPr>
              <w:spacing w:after="0"/>
              <w:jc w:val="left"/>
            </w:pPr>
            <w:r>
              <w:t>États membres</w:t>
            </w:r>
          </w:p>
          <w:p w14:paraId="13C75E2E" w14:textId="3C22B527" w:rsidR="006938F5" w:rsidRDefault="00016F96"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29776735" w:rsidR="006938F5" w:rsidRDefault="00016F96"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2DC5FE8C" w:rsidR="00A95A44" w:rsidRPr="00E61551" w:rsidRDefault="00016F96"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6D861A07" w14:textId="77777777" w:rsidR="00016F96" w:rsidRDefault="00016F96" w:rsidP="003C1977">
      <w:pPr>
        <w:spacing w:after="0"/>
      </w:pPr>
      <w:r>
        <w:t xml:space="preserve">Directorate-General for Communication (DG COMM) is the corporate communication service of the European Commission, operating under the responsibility of the President. We promote and support the political priorities of the Commission and are Domain Leader for external communication in the Commission, providing guidance and support to other Directorates-General. </w:t>
      </w:r>
    </w:p>
    <w:p w14:paraId="3610ECBD" w14:textId="77777777" w:rsidR="00016F96" w:rsidRDefault="00016F96" w:rsidP="003C1977">
      <w:pPr>
        <w:spacing w:after="0"/>
      </w:pPr>
      <w:r>
        <w:t>DG COMM includes the Spokesperson’s Service, the Representations of the Commission in the Member States, four directorates, one Task Force and two units reporting to the Director-General.</w:t>
      </w:r>
    </w:p>
    <w:p w14:paraId="1BF13EDD" w14:textId="77777777" w:rsidR="00016F96" w:rsidRDefault="00016F96" w:rsidP="003C1977">
      <w:pPr>
        <w:spacing w:after="0"/>
      </w:pPr>
    </w:p>
    <w:p w14:paraId="6E1031C3" w14:textId="77777777" w:rsidR="00016F96" w:rsidRDefault="00016F96" w:rsidP="003C1977">
      <w:pPr>
        <w:spacing w:after="0"/>
      </w:pPr>
      <w:r>
        <w:t>Unit DG.02 "Strategy, Coordination &amp; Governance" is the central strategy and coordination hub in DG Communication. The unit supports the Director-General in the overall management of DG COMM and in steering the Commission’s external communication, to achieve alignment with the Commission policy priorities by:</w:t>
      </w:r>
    </w:p>
    <w:p w14:paraId="793F222F" w14:textId="77777777" w:rsidR="00016F96" w:rsidRDefault="00016F96" w:rsidP="003C1977">
      <w:pPr>
        <w:spacing w:after="0"/>
      </w:pPr>
      <w:r>
        <w:t>• Ensuring consistency of the Commission’s external communication, through a governance system connecting DG COMM to other Commission services to develop consistent and complementary communication products, supporting the Corporate Communication Steering Committee (with the Secretariat-General) and managing the Communication Network, as well as strategic contacts with other institutions.</w:t>
      </w:r>
    </w:p>
    <w:p w14:paraId="33FEEE76" w14:textId="77777777" w:rsidR="00016F96" w:rsidRDefault="00016F96" w:rsidP="003C1977">
      <w:pPr>
        <w:spacing w:after="0"/>
      </w:pPr>
      <w:r>
        <w:t>• Cooperating closely with the Secretariat-General and policy DGs on developing communication plans on the Commission policy priorities and coordinating major external communication actions across Commission services, promoting cooperation, consistency, and synergies.</w:t>
      </w:r>
    </w:p>
    <w:p w14:paraId="03D75F86" w14:textId="77777777" w:rsidR="00016F96" w:rsidRDefault="00016F96" w:rsidP="003C1977">
      <w:pPr>
        <w:spacing w:after="0"/>
      </w:pPr>
      <w:r>
        <w:t>• Developing communication strategies and creative solutions, jointly with other units and the Representations, for corporate branding, campaigns, and editorial products.</w:t>
      </w:r>
    </w:p>
    <w:p w14:paraId="2AB905F5" w14:textId="77777777" w:rsidR="00016F96" w:rsidRDefault="00016F96" w:rsidP="003C1977">
      <w:pPr>
        <w:spacing w:after="0"/>
      </w:pPr>
      <w:r>
        <w:t>• Contributing with policy knowledge to the communication actions of DG COMM and ensuring and coordinating its participation in the Commission policymaking (inter-service consultations, interinstitutional relations group, the group for external coordination), coordinating the preparation of replies to EP questions.</w:t>
      </w:r>
    </w:p>
    <w:p w14:paraId="5A866B4A" w14:textId="77777777" w:rsidR="00016F96" w:rsidRDefault="00016F96" w:rsidP="003C1977">
      <w:pPr>
        <w:spacing w:after="0"/>
      </w:pPr>
      <w:r>
        <w:t>• Providing support for the overall coordination within the DG for strategy and priority communication products.</w:t>
      </w:r>
    </w:p>
    <w:p w14:paraId="2444BC8A" w14:textId="34AFE239"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3513BD2A" w14:textId="77777777" w:rsidR="00016F96" w:rsidRDefault="00016F96" w:rsidP="003C1977">
      <w:pPr>
        <w:spacing w:after="0"/>
      </w:pPr>
      <w:r>
        <w:t>We offer a position of Coordinator for Inter-Institutional Relations in a highly collaborative and dynamic unit at the heart of DG COMM’s strategic coordination work. The role involves supporting the development and implementation of the EU’s corporate communication policy and priorities by fostering strong working relations with the other EU institutions, bodies and agencies and ensuring coherent, impactful communication across the Commission.</w:t>
      </w:r>
    </w:p>
    <w:p w14:paraId="08AE3C3A" w14:textId="77777777" w:rsidR="00016F96" w:rsidRDefault="00016F96" w:rsidP="003C1977">
      <w:pPr>
        <w:spacing w:after="0"/>
      </w:pPr>
    </w:p>
    <w:p w14:paraId="047FBBAF" w14:textId="77777777" w:rsidR="00016F96" w:rsidRDefault="00016F96" w:rsidP="003C1977">
      <w:pPr>
        <w:spacing w:after="0"/>
      </w:pPr>
      <w:r>
        <w:lastRenderedPageBreak/>
        <w:t>You will contribute to aligning the Commission’s communication activities with its political priorities, in particular working closely with colleagues from the European Parliament, the Council, the Committee of the Regions, and the European Economic and Social Committee, as well as with DG COMM’s internal teams and the Secretariat-General.</w:t>
      </w:r>
    </w:p>
    <w:p w14:paraId="1A2CAB39" w14:textId="77777777" w:rsidR="00016F96" w:rsidRDefault="00016F96" w:rsidP="003C1977">
      <w:pPr>
        <w:spacing w:after="0"/>
      </w:pPr>
      <w:r>
        <w:t>Main tasks include:</w:t>
      </w:r>
    </w:p>
    <w:p w14:paraId="394A37F7" w14:textId="77777777" w:rsidR="00016F96" w:rsidRDefault="00016F96" w:rsidP="003C1977">
      <w:pPr>
        <w:spacing w:after="0"/>
      </w:pPr>
      <w:r>
        <w:t>• Contributing to DG COMM’s cooperation with the European Parliament, Council, and consultative bodies on communication priorities , particularly in the run-up to the European elections.</w:t>
      </w:r>
    </w:p>
    <w:p w14:paraId="7B691BD7" w14:textId="77777777" w:rsidR="00016F96" w:rsidRDefault="00016F96" w:rsidP="003C1977">
      <w:pPr>
        <w:spacing w:after="0"/>
      </w:pPr>
      <w:r>
        <w:t>• Preparing and following up on meetings, briefings, reports, and opinions from other institutions relevant to DG COMM.</w:t>
      </w:r>
    </w:p>
    <w:p w14:paraId="5384DC72" w14:textId="77777777" w:rsidR="00016F96" w:rsidRDefault="00016F96" w:rsidP="003C1977">
      <w:pPr>
        <w:spacing w:after="0"/>
      </w:pPr>
      <w:r>
        <w:t>• Supporting DG COMM’s participation in inter-institutional working groups such as the Club of Venice and the Working Party on Information.</w:t>
      </w:r>
    </w:p>
    <w:p w14:paraId="22A7A324" w14:textId="77777777" w:rsidR="00016F96" w:rsidRDefault="00016F96" w:rsidP="003C1977">
      <w:pPr>
        <w:spacing w:after="0"/>
      </w:pPr>
      <w:r>
        <w:t>• Ensuring that the communication activities of policy DGs are strategically aligned and consistent with the Commission’s corporate communication priorities.</w:t>
      </w:r>
    </w:p>
    <w:p w14:paraId="41580C80" w14:textId="77777777" w:rsidR="00016F96" w:rsidRDefault="00016F96" w:rsidP="003C1977">
      <w:pPr>
        <w:spacing w:after="0"/>
      </w:pPr>
      <w:r>
        <w:t>• Contributing to inter-service consultations, integrated analysis, and institution-wide coordination through the Corporate Communication Steering Committee and the Communication Network.</w:t>
      </w:r>
    </w:p>
    <w:p w14:paraId="4FA38409" w14:textId="3931AA1E"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64ECE2C4" w14:textId="77777777" w:rsidR="00016F96" w:rsidRDefault="00016F96" w:rsidP="00527473">
      <w:pPr>
        <w:spacing w:after="0"/>
        <w:jc w:val="left"/>
      </w:pPr>
      <w:r>
        <w:t>We are looking for a motivated and diplomatically skilled colleague with a solid background in inter-institutional relations and European communication, able to operate effectively in a complex, fast-moving institutional environment.</w:t>
      </w:r>
    </w:p>
    <w:p w14:paraId="267E6B4A" w14:textId="77777777" w:rsidR="00016F96" w:rsidRDefault="00016F96" w:rsidP="00527473">
      <w:pPr>
        <w:spacing w:after="0"/>
        <w:jc w:val="left"/>
      </w:pPr>
      <w:r>
        <w:t xml:space="preserve">The ideal candidate has at least three years of relevant experience, with proven ability to coordinate across multiple stakeholders and to translate political priorities into communication action. </w:t>
      </w:r>
    </w:p>
    <w:p w14:paraId="6096E217" w14:textId="77777777" w:rsidR="00016F96" w:rsidRDefault="00016F96" w:rsidP="00527473">
      <w:pPr>
        <w:spacing w:after="0"/>
        <w:jc w:val="left"/>
      </w:pPr>
      <w:r>
        <w:t>The candidate should demonstrate:</w:t>
      </w:r>
    </w:p>
    <w:p w14:paraId="200BC46B" w14:textId="77777777" w:rsidR="00016F96" w:rsidRDefault="00016F96" w:rsidP="00527473">
      <w:pPr>
        <w:spacing w:after="0"/>
        <w:jc w:val="left"/>
      </w:pPr>
      <w:r>
        <w:t>• Excellent drafting and analytical skills, and the ability to communicate clearly in both oral and written form;</w:t>
      </w:r>
    </w:p>
    <w:p w14:paraId="4D8E7610" w14:textId="77777777" w:rsidR="00016F96" w:rsidRDefault="00016F96" w:rsidP="00527473">
      <w:pPr>
        <w:spacing w:after="0"/>
        <w:jc w:val="left"/>
      </w:pPr>
      <w:r>
        <w:t>• Strong coordination and organizational abilities, with attention to detail and capacity to deliver high-quality results under pressure;</w:t>
      </w:r>
    </w:p>
    <w:p w14:paraId="3AB95EC9" w14:textId="77777777" w:rsidR="00016F96" w:rsidRDefault="00016F96" w:rsidP="00527473">
      <w:pPr>
        <w:spacing w:after="0"/>
        <w:jc w:val="left"/>
      </w:pPr>
      <w:r>
        <w:t>• A collaborative mindset, diplomatic skills, and sensitivity to political developments and institutional dynamics;</w:t>
      </w:r>
    </w:p>
    <w:p w14:paraId="7031EA9F" w14:textId="77777777" w:rsidR="00016F96" w:rsidRDefault="00016F96" w:rsidP="00527473">
      <w:pPr>
        <w:spacing w:after="0"/>
        <w:jc w:val="left"/>
      </w:pPr>
      <w:r>
        <w:t>• A proactive, structured, and solutions-oriented approach, combined with flexibility and discretion.</w:t>
      </w:r>
    </w:p>
    <w:p w14:paraId="29A779F3" w14:textId="77777777" w:rsidR="00016F96" w:rsidRDefault="00016F96" w:rsidP="00527473">
      <w:pPr>
        <w:spacing w:after="0"/>
        <w:jc w:val="left"/>
      </w:pPr>
      <w:r>
        <w:t>Excellent command of English (C1) and good knowledge of French (B2) are required; knowledge of additional EU languages is an asset.</w:t>
      </w:r>
    </w:p>
    <w:p w14:paraId="6AB71305" w14:textId="77777777" w:rsidR="00016F96" w:rsidRDefault="00016F96" w:rsidP="00527473">
      <w:pPr>
        <w:spacing w:after="0"/>
        <w:jc w:val="left"/>
      </w:pPr>
      <w:r>
        <w:t>The position may occasionally require atypical working hours, notably around key political or communication events.</w:t>
      </w:r>
    </w:p>
    <w:p w14:paraId="0DE8C532" w14:textId="18FE3154"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16F603F7" w:rsidR="0017274D" w:rsidRPr="008250D4" w:rsidRDefault="00016F96"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3981AF82" w14:textId="77777777" w:rsidR="00016F96" w:rsidRDefault="00016F96" w:rsidP="00527473">
      <w:pPr>
        <w:spacing w:after="0"/>
        <w:rPr>
          <w:lang w:val="de-DE"/>
        </w:rPr>
      </w:pPr>
      <w:r>
        <w:rPr>
          <w:lang w:val="de-DE"/>
        </w:rPr>
        <w:t xml:space="preserve">La direction générale de la communication (DG COMM) est le service de communication institutionnelle de la Commission européenne, placé sous la responsabilité du président. Nous promouvons et soutenons les priorités politiques de la Commission et faisons office de chef de file pour la communication externe au sein de la Commission, en fournissant des orientations et un soutien à d’autres directions générales. </w:t>
      </w:r>
    </w:p>
    <w:p w14:paraId="3DCEA551" w14:textId="77777777" w:rsidR="00016F96" w:rsidRDefault="00016F96" w:rsidP="00527473">
      <w:pPr>
        <w:spacing w:after="0"/>
        <w:rPr>
          <w:lang w:val="de-DE"/>
        </w:rPr>
      </w:pPr>
      <w:r>
        <w:rPr>
          <w:lang w:val="de-DE"/>
        </w:rPr>
        <w:t xml:space="preserve">La DG COMM comprend le service du porte-parole, les représentations de la Commission dans les États membres, quatre directions, un groupe de travail, et deux unités placées sous l’autorité de la directrice générale. </w:t>
      </w:r>
    </w:p>
    <w:p w14:paraId="07BD65B2" w14:textId="77777777" w:rsidR="00016F96" w:rsidRDefault="00016F96" w:rsidP="00527473">
      <w:pPr>
        <w:spacing w:after="0"/>
        <w:rPr>
          <w:lang w:val="de-DE"/>
        </w:rPr>
      </w:pPr>
      <w:r>
        <w:rPr>
          <w:lang w:val="de-DE"/>
        </w:rPr>
        <w:t xml:space="preserve">L’unité DG.02 « Stratégie, Coordination &amp; Gouvernance » est le pôle central de stratégie et de coordination de la DG Communication. L’unité assiste la directrice générale dans la gestion globale de la DG COMM et dans le pilotage de la communication externe de la Commission, afin de parvenir à un alignement sur les priorités politiques de la Commission en : </w:t>
      </w:r>
    </w:p>
    <w:p w14:paraId="048FDEA7" w14:textId="77777777" w:rsidR="00016F96" w:rsidRDefault="00016F96" w:rsidP="00527473">
      <w:pPr>
        <w:spacing w:after="0"/>
        <w:rPr>
          <w:lang w:val="de-DE"/>
        </w:rPr>
      </w:pPr>
      <w:r>
        <w:rPr>
          <w:lang w:val="de-DE"/>
        </w:rPr>
        <w:t xml:space="preserve">• Assurant la cohérence de la communication externe de la Commission à travers un système de gouvernance reliant la DG COMM à d’autres services de la Commission afin de mettre au point des produits de communication cohérents et complémentaires, en soutenant le comité de pilotage de la communication institutionnelle (Corporate Communication Steering Committee, CCSC) (avec le Secrétariat général) et en gérant le réseau de communication (Communication Network, CN), ainsi que les contacts stratégiques avec d’autres institutions. </w:t>
      </w:r>
    </w:p>
    <w:p w14:paraId="5F888C82" w14:textId="77777777" w:rsidR="00016F96" w:rsidRDefault="00016F96" w:rsidP="00527473">
      <w:pPr>
        <w:spacing w:after="0"/>
        <w:rPr>
          <w:lang w:val="de-DE"/>
        </w:rPr>
      </w:pPr>
      <w:r>
        <w:rPr>
          <w:lang w:val="de-DE"/>
        </w:rPr>
        <w:t xml:space="preserve">• Coopérant étroitement avec le secrétariat général et les DG politiques afin d’élaborer des plans de communication sur les priorités politiques de la Commission et coordonner les principales actions de communication externe entre les services de la Commission, promouvant la coopération, la cohérence et les synergies. </w:t>
      </w:r>
    </w:p>
    <w:p w14:paraId="2ED2D23E" w14:textId="77777777" w:rsidR="00016F96" w:rsidRDefault="00016F96" w:rsidP="00527473">
      <w:pPr>
        <w:spacing w:after="0"/>
        <w:rPr>
          <w:lang w:val="de-DE"/>
        </w:rPr>
      </w:pPr>
      <w:r>
        <w:rPr>
          <w:lang w:val="de-DE"/>
        </w:rPr>
        <w:t xml:space="preserve">• Élaborant des stratégies de communication et des solutions créatives, conjointement avec d’autres unités et les représentations, pour l’image de marque, les campagnes et les produits éditoriaux. </w:t>
      </w:r>
    </w:p>
    <w:p w14:paraId="028FF1EB" w14:textId="77777777" w:rsidR="00016F96" w:rsidRDefault="00016F96" w:rsidP="00527473">
      <w:pPr>
        <w:spacing w:after="0"/>
        <w:rPr>
          <w:lang w:val="de-DE"/>
        </w:rPr>
      </w:pPr>
      <w:r>
        <w:rPr>
          <w:lang w:val="de-DE"/>
        </w:rPr>
        <w:t xml:space="preserve">• Contribuant par des connaissances politiques aux actions de communication de la DG COMM et en assurant et coordonnant sa participation à l’élaboration des politiques de la Commission (consultations interservices, groupe des relations interinstitutionnelles, groupe de coordination externe), coordonnant la préparation des réponses aux questions du Parlement européen.  </w:t>
      </w:r>
    </w:p>
    <w:p w14:paraId="2DCFC231" w14:textId="77777777" w:rsidR="00016F96" w:rsidRDefault="00016F96" w:rsidP="00527473">
      <w:pPr>
        <w:spacing w:after="0"/>
        <w:rPr>
          <w:lang w:val="de-DE"/>
        </w:rPr>
      </w:pPr>
      <w:r>
        <w:rPr>
          <w:lang w:val="de-DE"/>
        </w:rPr>
        <w:t>• Soutenant la coordination globale au sein de la DG pour les produits stratégiques et les communications prioritaires</w:t>
      </w:r>
    </w:p>
    <w:p w14:paraId="6810D07E" w14:textId="67406E2E"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3FA97ECC" w14:textId="77777777" w:rsidR="00016F96" w:rsidRDefault="00016F96" w:rsidP="00527473">
      <w:pPr>
        <w:spacing w:after="0"/>
        <w:jc w:val="left"/>
        <w:rPr>
          <w:lang w:val="de-DE"/>
        </w:rPr>
      </w:pPr>
      <w:r>
        <w:rPr>
          <w:lang w:val="de-DE"/>
        </w:rPr>
        <w:t xml:space="preserve">Nous proposons un poste de coordinateur des relations interinstitutionnelles au sein d’une unité hautement collaborative et dynamique au cœur du travail de coordination </w:t>
      </w:r>
      <w:r>
        <w:rPr>
          <w:lang w:val="de-DE"/>
        </w:rPr>
        <w:lastRenderedPageBreak/>
        <w:t xml:space="preserve">stratégique de la DG COMM. Ce rôle consiste à soutenir l’élaboration et la mise en œuvre de la politique et des priorités de l’UE en matière de communication institutionnelle en favorisant de solides relations de travail avec les autres institutions, organes et agences de l’UE et en assurant une communication cohérente et efficace dans l’ensemble de la Commission. </w:t>
      </w:r>
    </w:p>
    <w:p w14:paraId="6A500421" w14:textId="77777777" w:rsidR="00016F96" w:rsidRDefault="00016F96" w:rsidP="00527473">
      <w:pPr>
        <w:spacing w:after="0"/>
        <w:jc w:val="left"/>
        <w:rPr>
          <w:lang w:val="de-DE"/>
        </w:rPr>
      </w:pPr>
      <w:r>
        <w:rPr>
          <w:lang w:val="de-DE"/>
        </w:rPr>
        <w:t xml:space="preserve">Vous contribuerez à l’alignement des activités de communication de la Commission sur ses priorités politiques, en particulier en collaborant étroitement avec les collègues du Parlement européen, du Conseil, du Comité des régions et du Comité économique et social européen, ainsi qu’avec les équipes internes de la DG COMM et le Secrétariat général. </w:t>
      </w:r>
    </w:p>
    <w:p w14:paraId="1FE7F305" w14:textId="77777777" w:rsidR="00016F96" w:rsidRDefault="00016F96" w:rsidP="00527473">
      <w:pPr>
        <w:spacing w:after="0"/>
        <w:jc w:val="left"/>
        <w:rPr>
          <w:lang w:val="de-DE"/>
        </w:rPr>
      </w:pPr>
      <w:r>
        <w:rPr>
          <w:lang w:val="de-DE"/>
        </w:rPr>
        <w:t xml:space="preserve">Votre rôle consistera à : </w:t>
      </w:r>
    </w:p>
    <w:p w14:paraId="4C3D421B" w14:textId="77777777" w:rsidR="00016F96" w:rsidRDefault="00016F96" w:rsidP="00527473">
      <w:pPr>
        <w:spacing w:after="0"/>
        <w:jc w:val="left"/>
        <w:rPr>
          <w:lang w:val="de-DE"/>
        </w:rPr>
      </w:pPr>
      <w:r>
        <w:rPr>
          <w:lang w:val="de-DE"/>
        </w:rPr>
        <w:t xml:space="preserve">• Contribuer à la coopération de la DG COMM avec le Parlement européen, le Conseil et les organes consultatifs sur les priorités en matière de communication, en particulier dans la perspective des élections européennes. </w:t>
      </w:r>
    </w:p>
    <w:p w14:paraId="5D4DCDCE" w14:textId="77777777" w:rsidR="00016F96" w:rsidRDefault="00016F96" w:rsidP="00527473">
      <w:pPr>
        <w:spacing w:after="0"/>
        <w:jc w:val="left"/>
        <w:rPr>
          <w:lang w:val="de-DE"/>
        </w:rPr>
      </w:pPr>
      <w:r>
        <w:rPr>
          <w:lang w:val="de-DE"/>
        </w:rPr>
        <w:t xml:space="preserve">• Préparer et faire le suivi de réunions, de notes d’information, de rapports et d’avis d’autres institutions présentant un intérêt pour la DG COMM. </w:t>
      </w:r>
    </w:p>
    <w:p w14:paraId="1C463157" w14:textId="77777777" w:rsidR="00016F96" w:rsidRDefault="00016F96" w:rsidP="00527473">
      <w:pPr>
        <w:spacing w:after="0"/>
        <w:jc w:val="left"/>
        <w:rPr>
          <w:lang w:val="de-DE"/>
        </w:rPr>
      </w:pPr>
      <w:r>
        <w:rPr>
          <w:lang w:val="de-DE"/>
        </w:rPr>
        <w:t xml:space="preserve">• Soutenir la participation de la DG COMM à des groupes de travail interinstitutionnels tels que le Club de Venise et le groupe de travail sur l’information (Working Party on Information). </w:t>
      </w:r>
    </w:p>
    <w:p w14:paraId="39C09C55" w14:textId="77777777" w:rsidR="00016F96" w:rsidRDefault="00016F96" w:rsidP="00527473">
      <w:pPr>
        <w:spacing w:after="0"/>
        <w:jc w:val="left"/>
        <w:rPr>
          <w:lang w:val="de-DE"/>
        </w:rPr>
      </w:pPr>
      <w:r>
        <w:rPr>
          <w:lang w:val="de-DE"/>
        </w:rPr>
        <w:t xml:space="preserve">• Veiller à ce que les activités de communication des DG politiques soient stratégiquement alignées et cohérentes avec les priorités de la Commission en matière de communication institutionnelle.  </w:t>
      </w:r>
    </w:p>
    <w:p w14:paraId="04283E10" w14:textId="77777777" w:rsidR="00016F96" w:rsidRDefault="00016F96" w:rsidP="00527473">
      <w:pPr>
        <w:spacing w:after="0"/>
        <w:jc w:val="left"/>
        <w:rPr>
          <w:lang w:val="de-DE"/>
        </w:rPr>
      </w:pPr>
      <w:r>
        <w:rPr>
          <w:lang w:val="de-DE"/>
        </w:rPr>
        <w:t>• Contribuer aux consultations interservices, à l’analyse intégrée et à la coordination à l’échelle de l’institution par l’intermédiaire du comité de pilotage de la communication institutionnelle (Corporate Communication Steering Committee, CCSC) et du réseau de communication (Communication Network, CN).</w:t>
      </w:r>
    </w:p>
    <w:p w14:paraId="59404C02" w14:textId="2E04AB31"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185F7D15" w14:textId="77777777" w:rsidR="00016F96" w:rsidRDefault="00016F96" w:rsidP="00527473">
      <w:pPr>
        <w:spacing w:after="0"/>
        <w:rPr>
          <w:lang w:val="de-DE"/>
        </w:rPr>
      </w:pPr>
      <w:r>
        <w:rPr>
          <w:lang w:val="de-DE"/>
        </w:rPr>
        <w:t xml:space="preserve">Nous recherchons un collègue motivé et doté de compétences diplomatiques, d’une solide expérience dans les relations interinstitutionnelles et la communication européenne, capable de fonctionner efficacement dans un environnement institutionnel complexe et en évolution rapide. </w:t>
      </w:r>
    </w:p>
    <w:p w14:paraId="2E6201F5" w14:textId="77777777" w:rsidR="00016F96" w:rsidRDefault="00016F96" w:rsidP="00527473">
      <w:pPr>
        <w:spacing w:after="0"/>
        <w:rPr>
          <w:lang w:val="de-DE"/>
        </w:rPr>
      </w:pPr>
      <w:r>
        <w:rPr>
          <w:lang w:val="de-DE"/>
        </w:rPr>
        <w:t xml:space="preserve">Le candidat idéal possède au moins trois ans d’expérience  en lien avec le poste, avec une capacité avérée de coordination entre plusieurs parties prenantes et de traduction des priorités politiques en actions de communication. </w:t>
      </w:r>
    </w:p>
    <w:p w14:paraId="5ECCFEDA" w14:textId="77777777" w:rsidR="00016F96" w:rsidRDefault="00016F96" w:rsidP="00527473">
      <w:pPr>
        <w:spacing w:after="0"/>
        <w:rPr>
          <w:lang w:val="de-DE"/>
        </w:rPr>
      </w:pPr>
      <w:r>
        <w:rPr>
          <w:lang w:val="de-DE"/>
        </w:rPr>
        <w:t xml:space="preserve">Le candidat doit démontrer : </w:t>
      </w:r>
    </w:p>
    <w:p w14:paraId="075B6C97" w14:textId="77777777" w:rsidR="00016F96" w:rsidRDefault="00016F96" w:rsidP="00527473">
      <w:pPr>
        <w:spacing w:after="0"/>
        <w:rPr>
          <w:lang w:val="de-DE"/>
        </w:rPr>
      </w:pPr>
      <w:r>
        <w:rPr>
          <w:lang w:val="de-DE"/>
        </w:rPr>
        <w:t xml:space="preserve">• D’excellentes compétences rédactionnelles et analytiques, ainsi que la capacité de communiquer clairement, tant à l’oral qu’à l’écrit ; </w:t>
      </w:r>
    </w:p>
    <w:p w14:paraId="5FD912B2" w14:textId="77777777" w:rsidR="00016F96" w:rsidRDefault="00016F96" w:rsidP="00527473">
      <w:pPr>
        <w:spacing w:after="0"/>
        <w:rPr>
          <w:lang w:val="de-DE"/>
        </w:rPr>
      </w:pPr>
      <w:r>
        <w:rPr>
          <w:lang w:val="de-DE"/>
        </w:rPr>
        <w:t xml:space="preserve">• De solides capacités de coordination et d’organisation, en accordant une attention particulière aux détails et à la capacité à produire des résultats de haute qualité sous pression ; </w:t>
      </w:r>
    </w:p>
    <w:p w14:paraId="4C43668E" w14:textId="77777777" w:rsidR="00016F96" w:rsidRDefault="00016F96" w:rsidP="00527473">
      <w:pPr>
        <w:spacing w:after="0"/>
        <w:rPr>
          <w:lang w:val="de-DE"/>
        </w:rPr>
      </w:pPr>
      <w:r>
        <w:rPr>
          <w:lang w:val="de-DE"/>
        </w:rPr>
        <w:t xml:space="preserve">• Un état d’esprit collaboratif, des compétences diplomatiques et une sensibilité aux évolutions politiques et à la dynamique institutionnelle ; </w:t>
      </w:r>
    </w:p>
    <w:p w14:paraId="579CCCE9" w14:textId="77777777" w:rsidR="00016F96" w:rsidRDefault="00016F96" w:rsidP="00527473">
      <w:pPr>
        <w:spacing w:after="0"/>
        <w:rPr>
          <w:lang w:val="de-DE"/>
        </w:rPr>
      </w:pPr>
      <w:r>
        <w:rPr>
          <w:lang w:val="de-DE"/>
        </w:rPr>
        <w:lastRenderedPageBreak/>
        <w:t xml:space="preserve">• Une approche proactive, structurée et axée sur les solutions, combinée à la flexibilité et à la discrétion. </w:t>
      </w:r>
    </w:p>
    <w:p w14:paraId="289BF176" w14:textId="77777777" w:rsidR="00016F96" w:rsidRDefault="00016F96" w:rsidP="00527473">
      <w:pPr>
        <w:spacing w:after="0"/>
        <w:rPr>
          <w:lang w:val="de-DE"/>
        </w:rPr>
      </w:pPr>
      <w:r>
        <w:rPr>
          <w:lang w:val="de-DE"/>
        </w:rPr>
        <w:t xml:space="preserve">Une excellente maîtrise de l’anglais (C1) et une bonne connaissance du français (B2) sont requises ; la connaissance d’autres langues de l’UE est un atout.  </w:t>
      </w:r>
    </w:p>
    <w:p w14:paraId="4D3A500A" w14:textId="77777777" w:rsidR="00016F96" w:rsidRDefault="00016F96" w:rsidP="00527473">
      <w:pPr>
        <w:spacing w:after="0"/>
        <w:rPr>
          <w:lang w:val="de-DE"/>
        </w:rPr>
      </w:pPr>
      <w:r>
        <w:rPr>
          <w:lang w:val="de-DE"/>
        </w:rPr>
        <w:t>Le poste peut parfois nécessiter des heures de travail atypiques, notamment au moment d’événements politiques ou de communications clés.</w:t>
      </w:r>
    </w:p>
    <w:p w14:paraId="7B92B82C" w14:textId="018B048D"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450BF221" w:rsidR="0017274D" w:rsidRPr="00E61551" w:rsidRDefault="00016F96"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49B16958" w14:textId="77777777" w:rsidR="00016F96" w:rsidRDefault="00016F96" w:rsidP="00527473">
      <w:pPr>
        <w:spacing w:after="0"/>
        <w:rPr>
          <w:lang w:val="de-DE"/>
        </w:rPr>
      </w:pPr>
      <w:r>
        <w:rPr>
          <w:lang w:val="de-DE"/>
        </w:rPr>
        <w:t xml:space="preserve">Die Generaldirektion Kommunikation (DG COMM) ist der Dienst für institutionelle Kommunikation der Europäischen Kommission, der dem Präsidenten untersteht. Wir fördern und unterstützen die politischen Prioritäten der Kommission, sind Leiter der Abteilung für externe Kommunikation in der Kommission und bieten anderen Generaldirektionen Orientierung und Unterstützung. </w:t>
      </w:r>
    </w:p>
    <w:p w14:paraId="23584A56" w14:textId="77777777" w:rsidR="00016F96" w:rsidRDefault="00016F96" w:rsidP="00527473">
      <w:pPr>
        <w:spacing w:after="0"/>
        <w:rPr>
          <w:lang w:val="de-DE"/>
        </w:rPr>
      </w:pPr>
      <w:r>
        <w:rPr>
          <w:lang w:val="de-DE"/>
        </w:rPr>
        <w:t>DG COMM umfasst den Pressesprecherdienst, die Vertretungen der Kommission in den Mitgliedstaaten, vier Direktionen, eine Taskforce und zwei Referate, die der Generaldirektorin unterstellt sind.</w:t>
      </w:r>
    </w:p>
    <w:p w14:paraId="3EC3DBE0" w14:textId="77777777" w:rsidR="00016F96" w:rsidRDefault="00016F96" w:rsidP="00527473">
      <w:pPr>
        <w:spacing w:after="0"/>
        <w:rPr>
          <w:lang w:val="de-DE"/>
        </w:rPr>
      </w:pPr>
      <w:r>
        <w:rPr>
          <w:lang w:val="de-DE"/>
        </w:rPr>
        <w:t>Das Referat DG.02 „Strategie, Koordinierung und Governance“ ist die zentrale Plattform für Strategie und Koordinierung in der DG COMM. Das Referat unterstützt die Generaldirektorin bei der Gesamtverwaltung der DG COMM und bei der Steuerung der externen Kommunikation der Kommission, um eine Angleichung der politischen Prioritäten der Kommission zu erzielen. Dies erreichen wir durch:</w:t>
      </w:r>
    </w:p>
    <w:p w14:paraId="3884B9CF" w14:textId="77777777" w:rsidR="00016F96" w:rsidRDefault="00016F96" w:rsidP="00527473">
      <w:pPr>
        <w:spacing w:after="0"/>
        <w:rPr>
          <w:lang w:val="de-DE"/>
        </w:rPr>
      </w:pPr>
      <w:r>
        <w:rPr>
          <w:lang w:val="de-DE"/>
        </w:rPr>
        <w:t xml:space="preserve">• Die Gewährleistung der Kohärenz der externen Kommunikation der Kommission durch ein Governance-System, das die DG COMM mit anderen Kommissionsdienststellen verbindet, um kohärente und ergänzende Kommunikationsprodukte zu entwickeln, den Lenkungsausschuss für institutionelle Kommunikation (Corporate Communication Steering Committee, CCSC) (mit dem Generalsekretariat) zu unterstützen und das Kommunikationsnetzwerk (Communication Network, CN) zu verwalten, sowie strategische Kontakte zu anderen Institutionen zu pflegen. </w:t>
      </w:r>
    </w:p>
    <w:p w14:paraId="52811B85" w14:textId="77777777" w:rsidR="00016F96" w:rsidRDefault="00016F96" w:rsidP="00527473">
      <w:pPr>
        <w:spacing w:after="0"/>
        <w:rPr>
          <w:lang w:val="de-DE"/>
        </w:rPr>
      </w:pPr>
      <w:r>
        <w:rPr>
          <w:lang w:val="de-DE"/>
        </w:rPr>
        <w:t xml:space="preserve">• Ein enge Zusammenarbeit mit dem Generalsekretariat und den politischen Generaldirektionen bei der Entwicklung von Kommunikationsplänen zu den politischen Prioritäten der Kommission und bei der Koordinierung wichtiger externer Kommunikationsmaßnahmen in allen Kommissionsdienststellen, und indem wir Zusammenarbeit, Kohärenz und Synergien fördern. </w:t>
      </w:r>
    </w:p>
    <w:p w14:paraId="0FE4B79F" w14:textId="77777777" w:rsidR="00016F96" w:rsidRDefault="00016F96" w:rsidP="00527473">
      <w:pPr>
        <w:spacing w:after="0"/>
        <w:rPr>
          <w:lang w:val="de-DE"/>
        </w:rPr>
      </w:pPr>
      <w:r>
        <w:rPr>
          <w:lang w:val="de-DE"/>
        </w:rPr>
        <w:t xml:space="preserve">• Kommunikationsstrategien und kreative Lösungen für Corporate Branding, Kampagnen und redaktionelle Produkte in Zusammenarbeit mit anderen Abteilungen und Vertretungen </w:t>
      </w:r>
    </w:p>
    <w:p w14:paraId="16152E05" w14:textId="77777777" w:rsidR="00016F96" w:rsidRDefault="00016F96" w:rsidP="00527473">
      <w:pPr>
        <w:spacing w:after="0"/>
        <w:rPr>
          <w:lang w:val="de-DE"/>
        </w:rPr>
      </w:pPr>
      <w:r>
        <w:rPr>
          <w:lang w:val="de-DE"/>
        </w:rPr>
        <w:t xml:space="preserve">• Unterstützung der Kommunikationsmaßnahmen der DG COMM durch politisches Wissen, und die Koordinierung ihrer Beteiligung an der Politikgestaltung der Kommission (dienststellenübergreifende Konsultationen, interinstitutionelle Beziehungen, Gruppe für externe Koordinierung), sowie die Koordinierung der Vorbereitung der Antworten auf Fragen des Europäischen Parlaments gewährleisten.  </w:t>
      </w:r>
    </w:p>
    <w:p w14:paraId="3C7E1312" w14:textId="77777777" w:rsidR="00016F96" w:rsidRDefault="00016F96" w:rsidP="00527473">
      <w:pPr>
        <w:spacing w:after="0"/>
        <w:rPr>
          <w:lang w:val="de-DE"/>
        </w:rPr>
      </w:pPr>
      <w:r>
        <w:rPr>
          <w:lang w:val="de-DE"/>
        </w:rPr>
        <w:t>• Die Gesamtkoordinierung innerhalb der DG für Strategie und vorrangige Kommunikationsprodukte unterstützen.</w:t>
      </w:r>
    </w:p>
    <w:p w14:paraId="2B6785AE" w14:textId="45933C53"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5F4F87AC" w14:textId="77777777" w:rsidR="00016F96" w:rsidRDefault="00016F96" w:rsidP="00527473">
      <w:pPr>
        <w:spacing w:after="0"/>
        <w:rPr>
          <w:lang w:val="de-DE"/>
        </w:rPr>
      </w:pPr>
      <w:r>
        <w:rPr>
          <w:lang w:val="de-DE"/>
        </w:rPr>
        <w:t xml:space="preserve">Wir bieten eine Stelle als Koordinator für interinstitutionelle Beziehungen in einem hochgradig kooperativen und dynamischen Referat an, das im Mittelpunkt der strategischen Koordinierungsarbeit der DG COMM steht. Die Rolle besteht darin, die Entwicklung und Umsetzung der Politik und der Prioritäten der EU im Bereich der institutionellen Kommunikation zu unterstützen, indem enge Arbeitsbeziehungen zu den anderen Organen, Einrichtungen und sonstigen Stellen der EU gefördert und eine kohärente und wirkungsvolle Kommunikation in der gesamten Kommission sichergestellt wird. </w:t>
      </w:r>
    </w:p>
    <w:p w14:paraId="13ACBE6C" w14:textId="77777777" w:rsidR="00016F96" w:rsidRDefault="00016F96" w:rsidP="00527473">
      <w:pPr>
        <w:spacing w:after="0"/>
        <w:rPr>
          <w:lang w:val="de-DE"/>
        </w:rPr>
      </w:pPr>
      <w:r>
        <w:rPr>
          <w:lang w:val="de-DE"/>
        </w:rPr>
        <w:t xml:space="preserve">Sie werden dazu beitragen, die Kommunikationsaktivitäten der Kommission mit ihren politischen Prioritäten in Einklang zu bringen, insbesondere in enger Zusammenarbeit mit Kollegen des Europäischen Parlaments, des Rates, des Ausschusses der Regionen und des Europäischen Wirtschafts- und Sozialausschusses sowie mit den internen Teams der DG COMM und dem Generalsekretariat. </w:t>
      </w:r>
    </w:p>
    <w:p w14:paraId="7E4F7ACC" w14:textId="77777777" w:rsidR="00016F96" w:rsidRDefault="00016F96" w:rsidP="00527473">
      <w:pPr>
        <w:spacing w:after="0"/>
        <w:rPr>
          <w:lang w:val="de-DE"/>
        </w:rPr>
      </w:pPr>
      <w:r>
        <w:rPr>
          <w:lang w:val="de-DE"/>
        </w:rPr>
        <w:t xml:space="preserve">Zu den Hauptaufgaben gehören: </w:t>
      </w:r>
    </w:p>
    <w:p w14:paraId="420800B0" w14:textId="77777777" w:rsidR="00016F96" w:rsidRDefault="00016F96" w:rsidP="00527473">
      <w:pPr>
        <w:spacing w:after="0"/>
        <w:rPr>
          <w:lang w:val="de-DE"/>
        </w:rPr>
      </w:pPr>
      <w:r>
        <w:rPr>
          <w:lang w:val="de-DE"/>
        </w:rPr>
        <w:t xml:space="preserve">• zur Zusammenarbeit der DG COMM mit dem Europäischen Parlament, dem Rat und beratenden Gremien bei den Kommunikationsprioritäten, insbesondere im Vorfeld der Europawahlen beizutragen. </w:t>
      </w:r>
    </w:p>
    <w:p w14:paraId="0E5C75B7" w14:textId="77777777" w:rsidR="00016F96" w:rsidRDefault="00016F96" w:rsidP="00527473">
      <w:pPr>
        <w:spacing w:after="0"/>
        <w:rPr>
          <w:lang w:val="de-DE"/>
        </w:rPr>
      </w:pPr>
      <w:r>
        <w:rPr>
          <w:lang w:val="de-DE"/>
        </w:rPr>
        <w:t xml:space="preserve">• Sitzungen, Briefings, Berichte und Stellungnahmen anderer Institutionen, die für DG COMM relevant sind, zu verfolgen bzw. vorzubereiten. </w:t>
      </w:r>
    </w:p>
    <w:p w14:paraId="42FE35AA" w14:textId="77777777" w:rsidR="00016F96" w:rsidRDefault="00016F96" w:rsidP="00527473">
      <w:pPr>
        <w:spacing w:after="0"/>
        <w:rPr>
          <w:lang w:val="de-DE"/>
        </w:rPr>
      </w:pPr>
      <w:r>
        <w:rPr>
          <w:lang w:val="de-DE"/>
        </w:rPr>
        <w:t>• Die Teilnahme der DG COMM an interinstitutionellen Arbeitsgruppen wie dem Club von Venedig oder der Arbeitsgruppe für Information (Working Party on Information) zu unterstützen.</w:t>
      </w:r>
    </w:p>
    <w:p w14:paraId="67F1F4F5" w14:textId="77777777" w:rsidR="00016F96" w:rsidRDefault="00016F96" w:rsidP="00527473">
      <w:pPr>
        <w:spacing w:after="0"/>
        <w:rPr>
          <w:lang w:val="de-DE"/>
        </w:rPr>
      </w:pPr>
      <w:r>
        <w:rPr>
          <w:lang w:val="de-DE"/>
        </w:rPr>
        <w:t xml:space="preserve">• Zu gewährleisten, dass die Kommunikationstätigkeiten der politischen Generaldirektionen strategisch ausgerichtet sind und mit den Prioritäten der Kommission für die institutionelle Kommunikation im Einklang stehen.  </w:t>
      </w:r>
    </w:p>
    <w:p w14:paraId="5C021BFB" w14:textId="77777777" w:rsidR="00016F96" w:rsidRDefault="00016F96" w:rsidP="00527473">
      <w:pPr>
        <w:spacing w:after="0"/>
        <w:rPr>
          <w:lang w:val="de-DE"/>
        </w:rPr>
      </w:pPr>
      <w:r>
        <w:rPr>
          <w:lang w:val="de-DE"/>
        </w:rPr>
        <w:t>• An dienststellenübergreifenden Konsultationen, integrierten Analysen und institutioneller Koordinierung durch den Lenkungsausschuss für institutionelle Kommunikation (Corporate Communication Steering Committee, CCSC) und das Kommunikationsnetzwerk (Communication Network, CN) mitzuwirken.</w:t>
      </w:r>
    </w:p>
    <w:p w14:paraId="2BE34DBA" w14:textId="259EE69F"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48EA800A" w14:textId="77777777" w:rsidR="00016F96" w:rsidRDefault="00016F96" w:rsidP="00527473">
      <w:pPr>
        <w:spacing w:after="0"/>
        <w:rPr>
          <w:lang w:val="en-US"/>
        </w:rPr>
      </w:pPr>
      <w:r>
        <w:rPr>
          <w:lang w:val="en-US"/>
        </w:rPr>
        <w:t xml:space="preserve">Wir suchen eine(n) motivierte(n) Kollegin oder Kollegen  mit solidem Hintergrund in interinstitutionellen Beziehungen und europäischer Kommunikation, die bzw. der in einem komplexen, sich rasch verändernden institutionellen Umfeld wirksam arbeiten kann. </w:t>
      </w:r>
    </w:p>
    <w:p w14:paraId="7351AFCC" w14:textId="77777777" w:rsidR="00016F96" w:rsidRDefault="00016F96" w:rsidP="00527473">
      <w:pPr>
        <w:spacing w:after="0"/>
        <w:rPr>
          <w:lang w:val="en-US"/>
        </w:rPr>
      </w:pPr>
      <w:r>
        <w:rPr>
          <w:lang w:val="en-US"/>
        </w:rPr>
        <w:t xml:space="preserve">Die bzw. der ideale Bewerber(in) verfügt über mindestens drei Jahre relevante Arbeitserfahrung mit nachgewiesener Fähigkeit, mehrere Interessenträger zu koordinieren und politische Prioritäten in Kommunikationsmaßnahmen umzusetzen. </w:t>
      </w:r>
    </w:p>
    <w:p w14:paraId="7067F033" w14:textId="77777777" w:rsidR="00016F96" w:rsidRDefault="00016F96" w:rsidP="00527473">
      <w:pPr>
        <w:spacing w:after="0"/>
        <w:rPr>
          <w:lang w:val="en-US"/>
        </w:rPr>
      </w:pPr>
      <w:r>
        <w:rPr>
          <w:lang w:val="en-US"/>
        </w:rPr>
        <w:t xml:space="preserve">Der Bewerber/die Bewerberin muss Folgendes nachweisen: </w:t>
      </w:r>
    </w:p>
    <w:p w14:paraId="0C620300" w14:textId="77777777" w:rsidR="00016F96" w:rsidRDefault="00016F96" w:rsidP="00527473">
      <w:pPr>
        <w:spacing w:after="0"/>
        <w:rPr>
          <w:lang w:val="en-US"/>
        </w:rPr>
      </w:pPr>
      <w:r>
        <w:rPr>
          <w:lang w:val="en-US"/>
        </w:rPr>
        <w:t xml:space="preserve">• Ausgezeichnete redaktionelle und analytische Fähigkeiten sowie die Fähigkeit, sowohl mündlich als auch schriftlich klar zu kommunizieren; </w:t>
      </w:r>
    </w:p>
    <w:p w14:paraId="301BC865" w14:textId="77777777" w:rsidR="00016F96" w:rsidRDefault="00016F96" w:rsidP="00527473">
      <w:pPr>
        <w:spacing w:after="0"/>
        <w:rPr>
          <w:lang w:val="en-US"/>
        </w:rPr>
      </w:pPr>
      <w:r>
        <w:rPr>
          <w:lang w:val="en-US"/>
        </w:rPr>
        <w:t xml:space="preserve">• ausgeprägtes Koordinierungs- und Organisationsvermögen  mit einem Sinn für Details und der Fähigkeit, unter Druck hochwertige Ergebnisse zu erzielen; </w:t>
      </w:r>
    </w:p>
    <w:p w14:paraId="1B2ED276" w14:textId="77777777" w:rsidR="00016F96" w:rsidRDefault="00016F96" w:rsidP="00527473">
      <w:pPr>
        <w:spacing w:after="0"/>
        <w:rPr>
          <w:lang w:val="en-US"/>
        </w:rPr>
      </w:pPr>
      <w:r>
        <w:rPr>
          <w:lang w:val="en-US"/>
        </w:rPr>
        <w:t xml:space="preserve">• Kooperative Denkweise, diplomatische Fähigkeiten und Sensibilität für  politische Entwicklungen und institutionelle Dynamik; </w:t>
      </w:r>
    </w:p>
    <w:p w14:paraId="33165142" w14:textId="77777777" w:rsidR="00016F96" w:rsidRDefault="00016F96" w:rsidP="00527473">
      <w:pPr>
        <w:spacing w:after="0"/>
        <w:rPr>
          <w:lang w:val="en-US"/>
        </w:rPr>
      </w:pPr>
      <w:r>
        <w:rPr>
          <w:lang w:val="en-US"/>
        </w:rPr>
        <w:t xml:space="preserve">• proaktiver, strukturierter und lösungsorientierter Ansatz in Verbindung mit Flexibilität und Diskretion; </w:t>
      </w:r>
    </w:p>
    <w:p w14:paraId="57428BEF" w14:textId="77777777" w:rsidR="00016F96" w:rsidRDefault="00016F96" w:rsidP="00527473">
      <w:pPr>
        <w:spacing w:after="0"/>
        <w:rPr>
          <w:lang w:val="en-US"/>
        </w:rPr>
      </w:pPr>
      <w:r>
        <w:rPr>
          <w:lang w:val="en-US"/>
        </w:rPr>
        <w:t xml:space="preserve">ausgezeichnete Englischkenntnisse (C1) und gute Französischkenntnisse (B2) sind erforderlich. Die Kenntnis weiterer EU-Sprachen ist von Vorteil.  </w:t>
      </w:r>
    </w:p>
    <w:p w14:paraId="7DFF067A" w14:textId="0F63DF9F" w:rsidR="00792E59" w:rsidRPr="00A10C67" w:rsidRDefault="00016F96" w:rsidP="00527473">
      <w:pPr>
        <w:spacing w:after="0"/>
        <w:rPr>
          <w:lang w:val="en-US"/>
        </w:rPr>
      </w:pPr>
      <w:r>
        <w:rPr>
          <w:lang w:val="en-US"/>
        </w:rPr>
        <w:t>Die Stelle kann gelegentlich atypische Arbeitszeiten erfordern, vor allem aufgrund wichtiger politischer oder für die Kommunikation bedeutsamer Ereignisse.</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016F96"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016F96"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016F96"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016F96"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016F96"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016F96"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016F96"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016F96"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016F96"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016F96"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16F96"/>
    <w:rsid w:val="00031C2B"/>
    <w:rsid w:val="00055A0B"/>
    <w:rsid w:val="000A58EA"/>
    <w:rsid w:val="00133924"/>
    <w:rsid w:val="0014561B"/>
    <w:rsid w:val="0017274D"/>
    <w:rsid w:val="001C36B4"/>
    <w:rsid w:val="001D41F9"/>
    <w:rsid w:val="001D5846"/>
    <w:rsid w:val="001E03FA"/>
    <w:rsid w:val="00322E82"/>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72B7C"/>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2.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7.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394DFE5-253A-4153-898E-8455850CD0E5}">
  <ds:schemaRefs/>
</ds:datastoreItem>
</file>

<file path=customXml/itemProps3.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5.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9527879E-A095-452E-B6E3-1C85628FFB16}">
  <ds:schemaRefs/>
</ds:datastoreItem>
</file>

<file path=customXml/itemProps8.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4495</Words>
  <Characters>25623</Characters>
  <Application>Microsoft Office Word</Application>
  <DocSecurity>4</DocSecurity>
  <PresentationFormat>Microsoft Word 14.0</PresentationFormat>
  <Lines>213</Lines>
  <Paragraphs>60</Paragraphs>
  <ScaleCrop>true</ScaleCrop>
  <Company/>
  <LinksUpToDate>false</LinksUpToDate>
  <CharactersWithSpaces>30058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2025-11-13T17:22:00Z</dcterms:created>
  <dcterms:modified xsi:type="dcterms:W3CDTF">2025-11-13T17:22:00Z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